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0FF09" w14:textId="234903CF" w:rsidR="00525119" w:rsidRDefault="00512F1F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0CBBC272" wp14:editId="414317DA">
            <wp:simplePos x="0" y="0"/>
            <wp:positionH relativeFrom="column">
              <wp:posOffset>6054664</wp:posOffset>
            </wp:positionH>
            <wp:positionV relativeFrom="paragraph">
              <wp:posOffset>3474232</wp:posOffset>
            </wp:positionV>
            <wp:extent cx="572188" cy="401760"/>
            <wp:effectExtent l="0" t="0" r="0" b="508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88" cy="40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40A81579" wp14:editId="0B4C96BB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143F3A42" wp14:editId="58AAC3E7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3D335F">
        <w:rPr>
          <w:rFonts w:ascii="Segoe Print" w:hAnsi="Segoe Print"/>
          <w:b/>
          <w:sz w:val="24"/>
        </w:rPr>
        <w:t>6</w:t>
      </w:r>
      <w:r w:rsidR="00D51195" w:rsidRPr="0090117B">
        <w:rPr>
          <w:rFonts w:ascii="Segoe Print" w:hAnsi="Segoe Print"/>
          <w:b/>
          <w:sz w:val="24"/>
        </w:rPr>
        <w:t>.</w:t>
      </w:r>
      <w:r w:rsidR="009571C7">
        <w:rPr>
          <w:rFonts w:ascii="Segoe Print" w:hAnsi="Segoe Print"/>
          <w:b/>
          <w:sz w:val="24"/>
        </w:rPr>
        <w:t>4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8D3CB6">
        <w:rPr>
          <w:rFonts w:ascii="Segoe Print" w:hAnsi="Segoe Print"/>
          <w:b/>
          <w:sz w:val="24"/>
        </w:rPr>
        <w:t>Calculator Allowed</w:t>
      </w:r>
      <w:r w:rsidR="00333535">
        <w:rPr>
          <w:rFonts w:ascii="Segoe Print" w:hAnsi="Segoe Print"/>
          <w:b/>
          <w:sz w:val="24"/>
        </w:rPr>
        <w:tab/>
      </w:r>
    </w:p>
    <w:p w14:paraId="7D34A5B4" w14:textId="77777777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20822" w:rsidRPr="000A63AF" w14:paraId="1A3D2AA4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67C5D563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7E70A61A" w14:textId="41EFB81E" w:rsidR="00D37D7F" w:rsidRDefault="00D37D7F" w:rsidP="00D37D7F">
            <w:pPr>
              <w:spacing w:before="120" w:after="0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Share £</w:t>
            </w:r>
            <w:r w:rsidR="00173E3C">
              <w:rPr>
                <w:rFonts w:ascii="Arial" w:hAnsi="Arial" w:cs="Arial"/>
                <w:noProof/>
                <w:sz w:val="20"/>
                <w:szCs w:val="20"/>
              </w:rPr>
              <w:t>6</w:t>
            </w:r>
            <w:r w:rsidR="008D3CB6">
              <w:rPr>
                <w:rFonts w:ascii="Arial" w:hAnsi="Arial" w:cs="Arial"/>
                <w:noProof/>
                <w:sz w:val="20"/>
                <w:szCs w:val="20"/>
              </w:rPr>
              <w:t>8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in the ratio </w:t>
            </w:r>
            <w:r w:rsidR="00FA7C44">
              <w:rPr>
                <w:rFonts w:ascii="Arial" w:hAnsi="Arial" w:cs="Arial"/>
                <w:noProof/>
                <w:sz w:val="20"/>
                <w:szCs w:val="20"/>
              </w:rPr>
              <w:t>5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: </w:t>
            </w:r>
            <w:r w:rsidR="009571C7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  <w:p w14:paraId="05FCE72A" w14:textId="77777777" w:rsidR="00E20822" w:rsidRPr="00FB0E81" w:rsidRDefault="00E20822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523CE72F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057DE75F" w14:textId="0334F8F4" w:rsidR="003D335F" w:rsidRDefault="003D335F" w:rsidP="003D335F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Expand</w:t>
            </w:r>
          </w:p>
          <w:p w14:paraId="0DCA0562" w14:textId="730526A1" w:rsidR="00E20822" w:rsidRPr="000A63AF" w:rsidRDefault="00B05C1C" w:rsidP="0064471D">
            <w:pPr>
              <w:spacing w:before="120" w:after="0"/>
              <w:rPr>
                <w:rFonts w:ascii="Avenir Book" w:eastAsiaTheme="minorEastAsia" w:hAnsi="Avenir Book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6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x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(3x-4)</m:t>
                </m:r>
              </m:oMath>
            </m:oMathPara>
          </w:p>
        </w:tc>
      </w:tr>
      <w:tr w:rsidR="00E20822" w:rsidRPr="00C240D5" w14:paraId="28132478" w14:textId="77777777" w:rsidTr="00A40B1A">
        <w:trPr>
          <w:trHeight w:val="1830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3799853C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4F7B85A1" w14:textId="77777777" w:rsidR="009B2A70" w:rsidRDefault="009B2A70" w:rsidP="009B2A70">
            <w:pPr>
              <w:spacing w:before="120" w:after="0"/>
            </w:pPr>
            <w:r>
              <w:t>The exchange rate is 9.1 Chinese Yuan : £1</w:t>
            </w:r>
          </w:p>
          <w:p w14:paraId="4715FB1B" w14:textId="4C16BB0D" w:rsidR="009B2A70" w:rsidRDefault="009571C7" w:rsidP="009B2A70">
            <w:pPr>
              <w:spacing w:before="120" w:after="0"/>
            </w:pPr>
            <w:r>
              <w:t>How much is 3500 Chinese Yuan in pounds?</w:t>
            </w:r>
          </w:p>
          <w:p w14:paraId="604ACABC" w14:textId="3F4C167E" w:rsidR="003D335F" w:rsidRPr="00C240D5" w:rsidRDefault="003D335F" w:rsidP="009B2A70">
            <w:pPr>
              <w:spacing w:before="120" w:after="0"/>
              <w:rPr>
                <w:rFonts w:ascii="Avenir Book" w:hAnsi="Avenir Book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305082D0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1BB72A59" w14:textId="77777777" w:rsidR="003D335F" w:rsidRDefault="003D335F" w:rsidP="003D335F">
            <w:pPr>
              <w:spacing w:before="120"/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 xml:space="preserve">What is  the median of </w:t>
            </w:r>
          </w:p>
          <w:p w14:paraId="5CE0686E" w14:textId="3A801B88" w:rsidR="00E20822" w:rsidRPr="00C240D5" w:rsidRDefault="003E0692" w:rsidP="003D335F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  <w:sz w:val="20"/>
                <w:szCs w:val="20"/>
              </w:rPr>
              <w:t>-</w:t>
            </w:r>
            <w:r w:rsidR="00012210">
              <w:rPr>
                <w:rFonts w:ascii="Avenir Book" w:hAnsi="Avenir Book"/>
                <w:sz w:val="20"/>
                <w:szCs w:val="20"/>
              </w:rPr>
              <w:t>6</w:t>
            </w:r>
            <w:r w:rsidR="009571C7">
              <w:rPr>
                <w:rFonts w:ascii="Avenir Book" w:hAnsi="Avenir Book"/>
                <w:sz w:val="20"/>
                <w:szCs w:val="20"/>
              </w:rPr>
              <w:t>0</w:t>
            </w:r>
            <w:r w:rsidR="00012210">
              <w:rPr>
                <w:rFonts w:ascii="Avenir Book" w:hAnsi="Avenir Book"/>
                <w:sz w:val="20"/>
                <w:szCs w:val="20"/>
              </w:rPr>
              <w:t xml:space="preserve">  </w:t>
            </w:r>
            <w:r>
              <w:rPr>
                <w:rFonts w:ascii="Avenir Book" w:hAnsi="Avenir Book"/>
                <w:sz w:val="20"/>
                <w:szCs w:val="20"/>
              </w:rPr>
              <w:t>-</w:t>
            </w:r>
            <w:r w:rsidR="00012210">
              <w:rPr>
                <w:rFonts w:ascii="Avenir Book" w:hAnsi="Avenir Book"/>
                <w:sz w:val="20"/>
                <w:szCs w:val="20"/>
              </w:rPr>
              <w:t xml:space="preserve"> 3</w:t>
            </w:r>
            <w:r w:rsidR="009571C7">
              <w:rPr>
                <w:rFonts w:ascii="Avenir Book" w:hAnsi="Avenir Book"/>
                <w:sz w:val="20"/>
                <w:szCs w:val="20"/>
              </w:rPr>
              <w:t>0</w:t>
            </w:r>
            <w:r w:rsidR="00012210">
              <w:rPr>
                <w:rFonts w:ascii="Avenir Book" w:hAnsi="Avenir Book"/>
                <w:sz w:val="20"/>
                <w:szCs w:val="20"/>
              </w:rPr>
              <w:t xml:space="preserve">  </w:t>
            </w:r>
            <w:r>
              <w:rPr>
                <w:rFonts w:ascii="Avenir Book" w:hAnsi="Avenir Book"/>
                <w:sz w:val="20"/>
                <w:szCs w:val="20"/>
              </w:rPr>
              <w:t>-</w:t>
            </w:r>
            <w:r w:rsidR="00012210">
              <w:rPr>
                <w:rFonts w:ascii="Avenir Book" w:hAnsi="Avenir Book"/>
                <w:sz w:val="20"/>
                <w:szCs w:val="20"/>
              </w:rPr>
              <w:t>7</w:t>
            </w:r>
            <w:r w:rsidR="009571C7">
              <w:rPr>
                <w:rFonts w:ascii="Avenir Book" w:hAnsi="Avenir Book"/>
                <w:sz w:val="20"/>
                <w:szCs w:val="20"/>
              </w:rPr>
              <w:t>0</w:t>
            </w:r>
            <w:r w:rsidR="00012210">
              <w:rPr>
                <w:rFonts w:ascii="Avenir Book" w:hAnsi="Avenir Book"/>
                <w:sz w:val="20"/>
                <w:szCs w:val="20"/>
              </w:rPr>
              <w:t xml:space="preserve">   </w:t>
            </w:r>
            <w:r>
              <w:rPr>
                <w:rFonts w:ascii="Avenir Book" w:hAnsi="Avenir Book"/>
                <w:sz w:val="20"/>
                <w:szCs w:val="20"/>
              </w:rPr>
              <w:t>-</w:t>
            </w:r>
            <w:r w:rsidR="00012210">
              <w:rPr>
                <w:rFonts w:ascii="Avenir Book" w:hAnsi="Avenir Book"/>
                <w:sz w:val="20"/>
                <w:szCs w:val="20"/>
              </w:rPr>
              <w:t>5</w:t>
            </w:r>
            <w:r w:rsidR="009571C7">
              <w:rPr>
                <w:rFonts w:ascii="Avenir Book" w:hAnsi="Avenir Book"/>
                <w:sz w:val="20"/>
                <w:szCs w:val="20"/>
              </w:rPr>
              <w:t>0</w:t>
            </w:r>
            <w:r w:rsidR="00012210">
              <w:rPr>
                <w:rFonts w:ascii="Avenir Book" w:hAnsi="Avenir Book"/>
                <w:sz w:val="20"/>
                <w:szCs w:val="20"/>
              </w:rPr>
              <w:t xml:space="preserve">   </w:t>
            </w:r>
            <w:r>
              <w:rPr>
                <w:rFonts w:ascii="Avenir Book" w:hAnsi="Avenir Book"/>
                <w:sz w:val="20"/>
                <w:szCs w:val="20"/>
              </w:rPr>
              <w:t>-</w:t>
            </w:r>
            <w:r w:rsidR="00012210">
              <w:rPr>
                <w:rFonts w:ascii="Avenir Book" w:hAnsi="Avenir Book"/>
                <w:sz w:val="20"/>
                <w:szCs w:val="20"/>
              </w:rPr>
              <w:t>1</w:t>
            </w:r>
            <w:r w:rsidR="009571C7">
              <w:rPr>
                <w:rFonts w:ascii="Avenir Book" w:hAnsi="Avenir Book"/>
                <w:sz w:val="20"/>
                <w:szCs w:val="20"/>
              </w:rPr>
              <w:t>0</w:t>
            </w:r>
            <w:r w:rsidR="00012210">
              <w:rPr>
                <w:rFonts w:ascii="Avenir Book" w:hAnsi="Avenir Book"/>
                <w:sz w:val="20"/>
                <w:szCs w:val="20"/>
              </w:rPr>
              <w:t xml:space="preserve">   </w:t>
            </w:r>
            <w:r>
              <w:rPr>
                <w:rFonts w:ascii="Avenir Book" w:hAnsi="Avenir Book"/>
                <w:sz w:val="20"/>
                <w:szCs w:val="20"/>
              </w:rPr>
              <w:t>-</w:t>
            </w:r>
            <w:r w:rsidR="00012210">
              <w:rPr>
                <w:rFonts w:ascii="Avenir Book" w:hAnsi="Avenir Book"/>
                <w:sz w:val="20"/>
                <w:szCs w:val="20"/>
              </w:rPr>
              <w:t>9</w:t>
            </w:r>
            <w:r w:rsidR="009571C7">
              <w:rPr>
                <w:rFonts w:ascii="Avenir Book" w:hAnsi="Avenir Book"/>
                <w:sz w:val="20"/>
                <w:szCs w:val="20"/>
              </w:rPr>
              <w:t>0</w:t>
            </w:r>
            <w:r w:rsidR="00012210">
              <w:rPr>
                <w:rFonts w:ascii="Avenir Book" w:hAnsi="Avenir Book"/>
                <w:sz w:val="20"/>
                <w:szCs w:val="20"/>
              </w:rPr>
              <w:t xml:space="preserve">  </w:t>
            </w:r>
          </w:p>
        </w:tc>
      </w:tr>
      <w:tr w:rsidR="00A40B1A" w:rsidRPr="00C240D5" w14:paraId="2EF80984" w14:textId="77777777" w:rsidTr="00A40B1A">
        <w:trPr>
          <w:trHeight w:val="1557"/>
        </w:trPr>
        <w:tc>
          <w:tcPr>
            <w:tcW w:w="421" w:type="dxa"/>
            <w:tcBorders>
              <w:right w:val="nil"/>
            </w:tcBorders>
          </w:tcPr>
          <w:p w14:paraId="016AE7A3" w14:textId="77777777" w:rsidR="00A40B1A" w:rsidRPr="00C240D5" w:rsidRDefault="00A40B1A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4252" w:type="dxa"/>
            <w:tcBorders>
              <w:left w:val="nil"/>
              <w:right w:val="nil"/>
            </w:tcBorders>
          </w:tcPr>
          <w:p w14:paraId="5BA8DB41" w14:textId="77777777" w:rsidR="00A40B1A" w:rsidRDefault="00A40B1A" w:rsidP="003D335F">
            <w:pPr>
              <w:tabs>
                <w:tab w:val="left" w:pos="1440"/>
              </w:tabs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Which trig ratio would you select to calculate angle </w:t>
            </w:r>
            <m:oMath>
              <m:r>
                <w:rPr>
                  <w:rFonts w:ascii="Cambria Math" w:hAnsi="Cambria Math"/>
                </w:rPr>
                <m:t>θ</m:t>
              </m:r>
            </m:oMath>
            <w:r>
              <w:rPr>
                <w:rFonts w:ascii="Avenir Book" w:hAnsi="Avenir Book"/>
              </w:rPr>
              <w:t>:</w:t>
            </w:r>
          </w:p>
        </w:tc>
        <w:tc>
          <w:tcPr>
            <w:tcW w:w="5528" w:type="dxa"/>
            <w:gridSpan w:val="2"/>
            <w:tcBorders>
              <w:left w:val="nil"/>
            </w:tcBorders>
          </w:tcPr>
          <w:p w14:paraId="5F53DAA6" w14:textId="1CB1FB5F" w:rsidR="00A40B1A" w:rsidRPr="00C240D5" w:rsidRDefault="009571C7" w:rsidP="00512F1F">
            <w:pPr>
              <w:tabs>
                <w:tab w:val="left" w:pos="1440"/>
              </w:tabs>
              <w:spacing w:before="120" w:after="0"/>
              <w:rPr>
                <w:rFonts w:ascii="Avenir Book" w:hAnsi="Avenir Book"/>
              </w:rPr>
            </w:pPr>
            <w:r w:rsidRPr="00A40B1A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25F8BB8" wp14:editId="7B92EBB0">
                      <wp:simplePos x="0" y="0"/>
                      <wp:positionH relativeFrom="column">
                        <wp:posOffset>-76639</wp:posOffset>
                      </wp:positionH>
                      <wp:positionV relativeFrom="paragraph">
                        <wp:posOffset>404934</wp:posOffset>
                      </wp:positionV>
                      <wp:extent cx="501162" cy="362310"/>
                      <wp:effectExtent l="0" t="0" r="0" b="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1162" cy="3623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DF2C7D" w14:textId="43A3A137" w:rsidR="00A40B1A" w:rsidRDefault="00A40B1A" w:rsidP="00A40B1A"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5</m:t>
                                    </m:r>
                                  </m:oMath>
                                  <w:r>
                                    <w:rPr>
                                      <w:rFonts w:eastAsiaTheme="minorEastAsia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5F8BB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-6.05pt;margin-top:31.9pt;width:39.45pt;height:28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" filled="f" stroked="f" strokeweight=".5pt">
                      <v:textbox>
                        <w:txbxContent>
                          <w:p w14:paraId="6DDF2C7D" w14:textId="43A3A137" w:rsidR="00A40B1A" w:rsidRDefault="00A40B1A" w:rsidP="00A40B1A"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40B1A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317D96F" wp14:editId="3E2362F7">
                      <wp:simplePos x="0" y="0"/>
                      <wp:positionH relativeFrom="column">
                        <wp:posOffset>729810</wp:posOffset>
                      </wp:positionH>
                      <wp:positionV relativeFrom="paragraph">
                        <wp:posOffset>504483</wp:posOffset>
                      </wp:positionV>
                      <wp:extent cx="501162" cy="263769"/>
                      <wp:effectExtent l="0" t="0" r="0" b="0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1162" cy="26376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5F4043" w14:textId="6F7A5623" w:rsidR="00A40B1A" w:rsidRDefault="00A40B1A" w:rsidP="00A40B1A"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8</m:t>
                                    </m:r>
                                  </m:oMath>
                                  <w:r>
                                    <w:rPr>
                                      <w:rFonts w:eastAsiaTheme="minorEastAsia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17D96F" id="Text Box 16" o:spid="_x0000_s1027" type="#_x0000_t202" style="position:absolute;margin-left:57.45pt;margin-top:39.7pt;width:39.45pt;height:20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" filled="f" stroked="f" strokeweight=".5pt">
                      <v:textbox>
                        <w:txbxContent>
                          <w:p w14:paraId="605F4043" w14:textId="6F7A5623" w:rsidR="00A40B1A" w:rsidRDefault="00A40B1A" w:rsidP="00A40B1A"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8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40B1A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6E12A63" wp14:editId="7FD3B9C2">
                      <wp:simplePos x="0" y="0"/>
                      <wp:positionH relativeFrom="column">
                        <wp:posOffset>248627</wp:posOffset>
                      </wp:positionH>
                      <wp:positionV relativeFrom="paragraph">
                        <wp:posOffset>522459</wp:posOffset>
                      </wp:positionV>
                      <wp:extent cx="416257" cy="290146"/>
                      <wp:effectExtent l="0" t="0" r="0" b="0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6257" cy="29014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BF5B8A" w14:textId="77777777" w:rsidR="00A40B1A" w:rsidRDefault="00A40B1A" w:rsidP="00A40B1A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θ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E12A63" id="Text Box 14" o:spid="_x0000_s1028" type="#_x0000_t202" style="position:absolute;margin-left:19.6pt;margin-top:41.15pt;width:32.8pt;height:22.8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" filled="f" stroked="f" strokeweight=".5pt">
                      <v:textbox>
                        <w:txbxContent>
                          <w:p w14:paraId="7FBF5B8A" w14:textId="77777777" w:rsidR="00A40B1A" w:rsidRDefault="00A40B1A" w:rsidP="00A40B1A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40B1A">
              <w:rPr>
                <w:rFonts w:ascii="Avenir Book" w:hAnsi="Avenir Book"/>
              </w:rPr>
              <mc:AlternateContent>
                <mc:Choice Requires="wpg">
                  <w:drawing>
                    <wp:anchor distT="0" distB="0" distL="114300" distR="114300" simplePos="0" relativeHeight="251654655" behindDoc="0" locked="0" layoutInCell="1" allowOverlap="1" wp14:anchorId="3678C806" wp14:editId="05094A5A">
                      <wp:simplePos x="0" y="0"/>
                      <wp:positionH relativeFrom="column">
                        <wp:posOffset>335378</wp:posOffset>
                      </wp:positionH>
                      <wp:positionV relativeFrom="paragraph">
                        <wp:posOffset>209159</wp:posOffset>
                      </wp:positionV>
                      <wp:extent cx="981710" cy="616585"/>
                      <wp:effectExtent l="0" t="0" r="8890" b="18415"/>
                      <wp:wrapThrough wrapText="bothSides">
                        <wp:wrapPolygon edited="0">
                          <wp:start x="21600" y="21600"/>
                          <wp:lineTo x="21600" y="-200"/>
                          <wp:lineTo x="20482" y="-200"/>
                          <wp:lineTo x="84" y="20710"/>
                          <wp:lineTo x="84" y="21600"/>
                          <wp:lineTo x="21600" y="21600"/>
                        </wp:wrapPolygon>
                      </wp:wrapThrough>
                      <wp:docPr id="28" name="Group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0800000" flipH="1">
                                <a:off x="0" y="0"/>
                                <a:ext cx="981710" cy="616585"/>
                                <a:chOff x="0" y="0"/>
                                <a:chExt cx="1075055" cy="770255"/>
                              </a:xfrm>
                            </wpg:grpSpPr>
                            <wps:wsp>
                              <wps:cNvPr id="29" name="Right Triangle 29"/>
                              <wps:cNvSpPr/>
                              <wps:spPr>
                                <a:xfrm>
                                  <a:off x="0" y="0"/>
                                  <a:ext cx="1075055" cy="77025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Rectangle 30"/>
                              <wps:cNvSpPr/>
                              <wps:spPr>
                                <a:xfrm>
                                  <a:off x="0" y="600710"/>
                                  <a:ext cx="168910" cy="1606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AB401E" id="Group 28" o:spid="_x0000_s1026" style="position:absolute;margin-left:26.4pt;margin-top:16.45pt;width:77.3pt;height:48.55pt;rotation:180;flip:x;z-index:251654655;mso-width-relative:margin;mso-height-relative:margin" coordsize="10750,77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"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Right Triangle 29" o:spid="_x0000_s1027" type="#_x0000_t6" style="position:absolute;width:10750;height:77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"/>
                      <v:rect id="Rectangle 30" o:spid="_x0000_s1028" style="position:absolute;top:6007;width:1689;height:160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" fillcolor="black [3213]"/>
                      <w10:wrap type="through"/>
                    </v:group>
                  </w:pict>
                </mc:Fallback>
              </mc:AlternateContent>
            </w:r>
          </w:p>
        </w:tc>
      </w:tr>
    </w:tbl>
    <w:p w14:paraId="7C91E66A" w14:textId="77777777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04416C12" w14:textId="77777777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p w14:paraId="5CDB8FE1" w14:textId="77777777" w:rsidR="003D335F" w:rsidRDefault="003D335F" w:rsidP="00525119">
      <w:pPr>
        <w:spacing w:after="0"/>
        <w:rPr>
          <w:rFonts w:ascii="Avenir Book" w:hAnsi="Avenir Book"/>
          <w:sz w:val="24"/>
          <w:szCs w:val="24"/>
        </w:rPr>
      </w:pPr>
    </w:p>
    <w:p w14:paraId="79EA9B8C" w14:textId="77777777" w:rsidR="008D3CB6" w:rsidRDefault="008D3CB6" w:rsidP="008D3CB6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84864" behindDoc="0" locked="0" layoutInCell="1" allowOverlap="1" wp14:anchorId="081A7C57" wp14:editId="7B20CE79">
            <wp:simplePos x="0" y="0"/>
            <wp:positionH relativeFrom="column">
              <wp:posOffset>6054664</wp:posOffset>
            </wp:positionH>
            <wp:positionV relativeFrom="paragraph">
              <wp:posOffset>3474232</wp:posOffset>
            </wp:positionV>
            <wp:extent cx="572188" cy="401760"/>
            <wp:effectExtent l="0" t="0" r="0" b="508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88" cy="40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3840" behindDoc="0" locked="0" layoutInCell="1" allowOverlap="1" wp14:anchorId="349DF2FE" wp14:editId="2A7FB7A4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37" name="Picture 37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2816" behindDoc="0" locked="0" layoutInCell="1" allowOverlap="1" wp14:anchorId="00B4DF5B" wp14:editId="35E95231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38" name="Picture 3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6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Calculator Allowed</w:t>
      </w:r>
      <w:r>
        <w:rPr>
          <w:rFonts w:ascii="Segoe Print" w:hAnsi="Segoe Print"/>
          <w:b/>
          <w:sz w:val="24"/>
        </w:rPr>
        <w:tab/>
      </w:r>
    </w:p>
    <w:p w14:paraId="385E3947" w14:textId="77777777" w:rsidR="008D3CB6" w:rsidRDefault="008D3CB6" w:rsidP="008D3CB6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8D3CB6" w:rsidRPr="000A63AF" w14:paraId="77E4A218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11C83688" w14:textId="77777777" w:rsidR="008D3CB6" w:rsidRPr="00C240D5" w:rsidRDefault="008D3CB6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48E0BBCC" w14:textId="77777777" w:rsidR="008D3CB6" w:rsidRDefault="008D3CB6" w:rsidP="00E01254">
            <w:pPr>
              <w:spacing w:before="120" w:after="0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Share £68 in the ratio 5 : 3</w:t>
            </w:r>
          </w:p>
          <w:p w14:paraId="70916A62" w14:textId="77777777" w:rsidR="008D3CB6" w:rsidRPr="00FB0E81" w:rsidRDefault="008D3CB6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15AB1350" w14:textId="77777777" w:rsidR="008D3CB6" w:rsidRPr="00C240D5" w:rsidRDefault="008D3CB6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5F109224" w14:textId="77777777" w:rsidR="008D3CB6" w:rsidRDefault="008D3CB6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Expand</w:t>
            </w:r>
          </w:p>
          <w:p w14:paraId="19C3641E" w14:textId="77777777" w:rsidR="008D3CB6" w:rsidRPr="000A63AF" w:rsidRDefault="008D3CB6" w:rsidP="00E01254">
            <w:pPr>
              <w:spacing w:before="120" w:after="0"/>
              <w:rPr>
                <w:rFonts w:ascii="Avenir Book" w:eastAsiaTheme="minorEastAsia" w:hAnsi="Avenir Book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6x(3x-4)</m:t>
                </m:r>
              </m:oMath>
            </m:oMathPara>
          </w:p>
        </w:tc>
      </w:tr>
      <w:tr w:rsidR="008D3CB6" w:rsidRPr="00C240D5" w14:paraId="33C867FF" w14:textId="77777777" w:rsidTr="00E01254">
        <w:trPr>
          <w:trHeight w:val="1830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192B72B3" w14:textId="77777777" w:rsidR="008D3CB6" w:rsidRPr="00C240D5" w:rsidRDefault="008D3CB6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32DBF9CC" w14:textId="77777777" w:rsidR="008D3CB6" w:rsidRDefault="008D3CB6" w:rsidP="00E01254">
            <w:pPr>
              <w:spacing w:before="120" w:after="0"/>
            </w:pPr>
            <w:r>
              <w:t>The exchange rate is 9.1 Chinese Yuan : £1</w:t>
            </w:r>
          </w:p>
          <w:p w14:paraId="3C0AC680" w14:textId="77777777" w:rsidR="008D3CB6" w:rsidRDefault="008D3CB6" w:rsidP="00E01254">
            <w:pPr>
              <w:spacing w:before="120" w:after="0"/>
            </w:pPr>
            <w:r>
              <w:t>How much is 3500 Chinese Yuan in pounds?</w:t>
            </w:r>
          </w:p>
          <w:p w14:paraId="046DE99B" w14:textId="77777777" w:rsidR="008D3CB6" w:rsidRPr="00C240D5" w:rsidRDefault="008D3CB6" w:rsidP="00E01254">
            <w:pPr>
              <w:spacing w:before="120" w:after="0"/>
              <w:rPr>
                <w:rFonts w:ascii="Avenir Book" w:hAnsi="Avenir Book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07A78F44" w14:textId="77777777" w:rsidR="008D3CB6" w:rsidRPr="00C240D5" w:rsidRDefault="008D3CB6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422FE0C5" w14:textId="77777777" w:rsidR="008D3CB6" w:rsidRDefault="008D3CB6" w:rsidP="00E01254">
            <w:pPr>
              <w:spacing w:before="120"/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 xml:space="preserve">What is  the median of </w:t>
            </w:r>
          </w:p>
          <w:p w14:paraId="41CEC0D4" w14:textId="77777777" w:rsidR="008D3CB6" w:rsidRPr="00C240D5" w:rsidRDefault="008D3CB6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  <w:sz w:val="20"/>
                <w:szCs w:val="20"/>
              </w:rPr>
              <w:t xml:space="preserve">-60  - 30  -70   -50   -10   -90  </w:t>
            </w:r>
          </w:p>
        </w:tc>
      </w:tr>
      <w:tr w:rsidR="008D3CB6" w:rsidRPr="00C240D5" w14:paraId="7E9A7F81" w14:textId="77777777" w:rsidTr="00E01254">
        <w:trPr>
          <w:trHeight w:val="1557"/>
        </w:trPr>
        <w:tc>
          <w:tcPr>
            <w:tcW w:w="421" w:type="dxa"/>
            <w:tcBorders>
              <w:right w:val="nil"/>
            </w:tcBorders>
          </w:tcPr>
          <w:p w14:paraId="2A4A7974" w14:textId="77777777" w:rsidR="008D3CB6" w:rsidRPr="00C240D5" w:rsidRDefault="008D3CB6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4252" w:type="dxa"/>
            <w:tcBorders>
              <w:left w:val="nil"/>
              <w:right w:val="nil"/>
            </w:tcBorders>
          </w:tcPr>
          <w:p w14:paraId="06222C7D" w14:textId="77777777" w:rsidR="008D3CB6" w:rsidRDefault="008D3CB6" w:rsidP="00E01254">
            <w:pPr>
              <w:tabs>
                <w:tab w:val="left" w:pos="1440"/>
              </w:tabs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Which trig ratio would you select to calculate angle </w:t>
            </w:r>
            <m:oMath>
              <m:r>
                <w:rPr>
                  <w:rFonts w:ascii="Cambria Math" w:hAnsi="Cambria Math"/>
                </w:rPr>
                <m:t>θ</m:t>
              </m:r>
            </m:oMath>
            <w:r>
              <w:rPr>
                <w:rFonts w:ascii="Avenir Book" w:hAnsi="Avenir Book"/>
              </w:rPr>
              <w:t>:</w:t>
            </w:r>
          </w:p>
        </w:tc>
        <w:tc>
          <w:tcPr>
            <w:tcW w:w="5528" w:type="dxa"/>
            <w:gridSpan w:val="2"/>
            <w:tcBorders>
              <w:left w:val="nil"/>
            </w:tcBorders>
          </w:tcPr>
          <w:p w14:paraId="6811669D" w14:textId="77777777" w:rsidR="008D3CB6" w:rsidRPr="00C240D5" w:rsidRDefault="008D3CB6" w:rsidP="00E01254">
            <w:pPr>
              <w:tabs>
                <w:tab w:val="left" w:pos="1440"/>
              </w:tabs>
              <w:spacing w:before="120" w:after="0"/>
              <w:rPr>
                <w:rFonts w:ascii="Avenir Book" w:hAnsi="Avenir Book"/>
              </w:rPr>
            </w:pPr>
            <w:r w:rsidRPr="00A40B1A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302FB1E" wp14:editId="3468809F">
                      <wp:simplePos x="0" y="0"/>
                      <wp:positionH relativeFrom="column">
                        <wp:posOffset>-76639</wp:posOffset>
                      </wp:positionH>
                      <wp:positionV relativeFrom="paragraph">
                        <wp:posOffset>404934</wp:posOffset>
                      </wp:positionV>
                      <wp:extent cx="501162" cy="362310"/>
                      <wp:effectExtent l="0" t="0" r="0" b="0"/>
                      <wp:wrapNone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1162" cy="3623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75FFFC" w14:textId="77777777" w:rsidR="008D3CB6" w:rsidRDefault="008D3CB6" w:rsidP="008D3CB6"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5</m:t>
                                    </m:r>
                                  </m:oMath>
                                  <w:r>
                                    <w:rPr>
                                      <w:rFonts w:eastAsiaTheme="minorEastAsia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02FB1E" id="Text Box 27" o:spid="_x0000_s1029" type="#_x0000_t202" style="position:absolute;margin-left:-6.05pt;margin-top:31.9pt;width:39.45pt;height:28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" filled="f" stroked="f" strokeweight=".5pt">
                      <v:textbox>
                        <w:txbxContent>
                          <w:p w14:paraId="1B75FFFC" w14:textId="77777777" w:rsidR="008D3CB6" w:rsidRDefault="008D3CB6" w:rsidP="008D3CB6"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40B1A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81B1B9F" wp14:editId="32FF5DA8">
                      <wp:simplePos x="0" y="0"/>
                      <wp:positionH relativeFrom="column">
                        <wp:posOffset>729810</wp:posOffset>
                      </wp:positionH>
                      <wp:positionV relativeFrom="paragraph">
                        <wp:posOffset>504483</wp:posOffset>
                      </wp:positionV>
                      <wp:extent cx="501162" cy="263769"/>
                      <wp:effectExtent l="0" t="0" r="0" b="0"/>
                      <wp:wrapNone/>
                      <wp:docPr id="31" name="Text Box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1162" cy="26376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8EA2FFB" w14:textId="77777777" w:rsidR="008D3CB6" w:rsidRDefault="008D3CB6" w:rsidP="008D3CB6"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8</m:t>
                                    </m:r>
                                  </m:oMath>
                                  <w:r>
                                    <w:rPr>
                                      <w:rFonts w:eastAsiaTheme="minorEastAsia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1B1B9F" id="Text Box 31" o:spid="_x0000_s1030" type="#_x0000_t202" style="position:absolute;margin-left:57.45pt;margin-top:39.7pt;width:39.45pt;height:20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" filled="f" stroked="f" strokeweight=".5pt">
                      <v:textbox>
                        <w:txbxContent>
                          <w:p w14:paraId="18EA2FFB" w14:textId="77777777" w:rsidR="008D3CB6" w:rsidRDefault="008D3CB6" w:rsidP="008D3CB6"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8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40B1A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9B8C708" wp14:editId="10B83EF2">
                      <wp:simplePos x="0" y="0"/>
                      <wp:positionH relativeFrom="column">
                        <wp:posOffset>248627</wp:posOffset>
                      </wp:positionH>
                      <wp:positionV relativeFrom="paragraph">
                        <wp:posOffset>522459</wp:posOffset>
                      </wp:positionV>
                      <wp:extent cx="416257" cy="290146"/>
                      <wp:effectExtent l="0" t="0" r="0" b="0"/>
                      <wp:wrapNone/>
                      <wp:docPr id="32" name="Text Box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6257" cy="29014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B3F63F5" w14:textId="77777777" w:rsidR="008D3CB6" w:rsidRDefault="008D3CB6" w:rsidP="008D3CB6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θ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B8C708" id="Text Box 32" o:spid="_x0000_s1031" type="#_x0000_t202" style="position:absolute;margin-left:19.6pt;margin-top:41.15pt;width:32.8pt;height:22.8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" filled="f" stroked="f" strokeweight=".5pt">
                      <v:textbox>
                        <w:txbxContent>
                          <w:p w14:paraId="6B3F63F5" w14:textId="77777777" w:rsidR="008D3CB6" w:rsidRDefault="008D3CB6" w:rsidP="008D3CB6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40B1A">
              <w:rPr>
                <w:rFonts w:ascii="Avenir Book" w:hAnsi="Avenir Book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075396DF" wp14:editId="2CCF8B08">
                      <wp:simplePos x="0" y="0"/>
                      <wp:positionH relativeFrom="column">
                        <wp:posOffset>335378</wp:posOffset>
                      </wp:positionH>
                      <wp:positionV relativeFrom="paragraph">
                        <wp:posOffset>209159</wp:posOffset>
                      </wp:positionV>
                      <wp:extent cx="981710" cy="616585"/>
                      <wp:effectExtent l="0" t="0" r="8890" b="18415"/>
                      <wp:wrapThrough wrapText="bothSides">
                        <wp:wrapPolygon edited="0">
                          <wp:start x="21600" y="21600"/>
                          <wp:lineTo x="21600" y="-200"/>
                          <wp:lineTo x="20482" y="-200"/>
                          <wp:lineTo x="84" y="20710"/>
                          <wp:lineTo x="84" y="21600"/>
                          <wp:lineTo x="21600" y="21600"/>
                        </wp:wrapPolygon>
                      </wp:wrapThrough>
                      <wp:docPr id="33" name="Group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0800000" flipH="1">
                                <a:off x="0" y="0"/>
                                <a:ext cx="981710" cy="616585"/>
                                <a:chOff x="0" y="0"/>
                                <a:chExt cx="1075055" cy="770255"/>
                              </a:xfrm>
                            </wpg:grpSpPr>
                            <wps:wsp>
                              <wps:cNvPr id="34" name="Right Triangle 34"/>
                              <wps:cNvSpPr/>
                              <wps:spPr>
                                <a:xfrm>
                                  <a:off x="0" y="0"/>
                                  <a:ext cx="1075055" cy="77025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Rectangle 35"/>
                              <wps:cNvSpPr/>
                              <wps:spPr>
                                <a:xfrm>
                                  <a:off x="0" y="600710"/>
                                  <a:ext cx="168910" cy="1606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691CEE" id="Group 33" o:spid="_x0000_s1026" style="position:absolute;margin-left:26.4pt;margin-top:16.45pt;width:77.3pt;height:48.55pt;rotation:180;flip:x;z-index:251681792;mso-width-relative:margin;mso-height-relative:margin" coordsize="10750,77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">
                      <v:shape id="Right Triangle 34" o:spid="_x0000_s1027" type="#_x0000_t6" style="position:absolute;width:10750;height:77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"/>
                      <v:rect id="Rectangle 35" o:spid="_x0000_s1028" style="position:absolute;top:6007;width:1689;height:160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" fillcolor="black [3213]"/>
                      <w10:wrap type="through"/>
                    </v:group>
                  </w:pict>
                </mc:Fallback>
              </mc:AlternateContent>
            </w:r>
          </w:p>
        </w:tc>
      </w:tr>
    </w:tbl>
    <w:p w14:paraId="4803462D" w14:textId="77777777" w:rsidR="003D335F" w:rsidRDefault="003D335F" w:rsidP="008D3CB6">
      <w:pPr>
        <w:spacing w:after="120"/>
        <w:ind w:firstLine="72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sectPr w:rsidR="003D335F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35F"/>
    <w:rsid w:val="00012210"/>
    <w:rsid w:val="000A43CA"/>
    <w:rsid w:val="000A63AF"/>
    <w:rsid w:val="00173E3C"/>
    <w:rsid w:val="001826A9"/>
    <w:rsid w:val="00213C21"/>
    <w:rsid w:val="00246559"/>
    <w:rsid w:val="002D5D86"/>
    <w:rsid w:val="00333535"/>
    <w:rsid w:val="003D335F"/>
    <w:rsid w:val="003E0692"/>
    <w:rsid w:val="003E5AE3"/>
    <w:rsid w:val="003F51D8"/>
    <w:rsid w:val="00505FC9"/>
    <w:rsid w:val="00512F1F"/>
    <w:rsid w:val="00525119"/>
    <w:rsid w:val="00612BE4"/>
    <w:rsid w:val="006227A8"/>
    <w:rsid w:val="0064471D"/>
    <w:rsid w:val="00705472"/>
    <w:rsid w:val="007B4226"/>
    <w:rsid w:val="007D462B"/>
    <w:rsid w:val="007E2C1A"/>
    <w:rsid w:val="008D3CB6"/>
    <w:rsid w:val="0090117B"/>
    <w:rsid w:val="00946E29"/>
    <w:rsid w:val="009571C7"/>
    <w:rsid w:val="0099142F"/>
    <w:rsid w:val="009B2A70"/>
    <w:rsid w:val="00A40B1A"/>
    <w:rsid w:val="00AD3C1A"/>
    <w:rsid w:val="00B05C1C"/>
    <w:rsid w:val="00BE7AC9"/>
    <w:rsid w:val="00C240D5"/>
    <w:rsid w:val="00C41860"/>
    <w:rsid w:val="00CD0FE6"/>
    <w:rsid w:val="00D37D7F"/>
    <w:rsid w:val="00D51195"/>
    <w:rsid w:val="00DB511B"/>
    <w:rsid w:val="00E20822"/>
    <w:rsid w:val="00E7749A"/>
    <w:rsid w:val="00E8230B"/>
    <w:rsid w:val="00EC4CCA"/>
    <w:rsid w:val="00F00E6D"/>
    <w:rsid w:val="00FA7C44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E7B3D"/>
  <w15:docId w15:val="{6C5A81BA-750A-5046-8FA3-D6558B3B8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4</cp:revision>
  <dcterms:created xsi:type="dcterms:W3CDTF">2019-02-22T19:08:00Z</dcterms:created>
  <dcterms:modified xsi:type="dcterms:W3CDTF">2019-02-22T19:10:00Z</dcterms:modified>
</cp:coreProperties>
</file>